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E8261F" w14:textId="28D46B5E" w:rsidR="00684433" w:rsidRPr="00684433" w:rsidRDefault="00684433" w:rsidP="00CB3721">
      <w:pPr>
        <w:pStyle w:val="Nadpis3"/>
        <w:rPr>
          <w:rFonts w:asciiTheme="minorHAnsi" w:eastAsiaTheme="minorHAnsi" w:hAnsiTheme="minorHAnsi" w:cstheme="minorBidi"/>
          <w:b w:val="0"/>
          <w:color w:val="auto"/>
          <w:sz w:val="18"/>
          <w:szCs w:val="18"/>
        </w:rPr>
      </w:pPr>
      <w:r w:rsidRPr="00684433">
        <w:rPr>
          <w:rFonts w:asciiTheme="minorHAnsi" w:eastAsiaTheme="minorHAnsi" w:hAnsiTheme="minorHAnsi" w:cstheme="minorBidi"/>
          <w:b w:val="0"/>
          <w:color w:val="auto"/>
          <w:sz w:val="18"/>
          <w:szCs w:val="18"/>
        </w:rPr>
        <w:t>Příloha č. 1 Zadávací dokumentace</w:t>
      </w:r>
    </w:p>
    <w:p w14:paraId="1C945375" w14:textId="015271E6" w:rsidR="00684433" w:rsidRDefault="00684433" w:rsidP="00CB3721">
      <w:pPr>
        <w:pStyle w:val="Nadpis3"/>
        <w:rPr>
          <w:noProof/>
          <w:color w:val="FF5200" w:themeColor="accent2"/>
          <w:spacing w:val="-6"/>
          <w:sz w:val="36"/>
          <w:szCs w:val="36"/>
        </w:rPr>
      </w:pPr>
      <w:r w:rsidRPr="00684433">
        <w:rPr>
          <w:noProof/>
          <w:color w:val="FF5200" w:themeColor="accent2"/>
          <w:spacing w:val="-6"/>
          <w:sz w:val="36"/>
          <w:szCs w:val="36"/>
        </w:rPr>
        <w:t>Bližší specifikace předmětu veřejné zakázky</w:t>
      </w:r>
    </w:p>
    <w:p w14:paraId="04F7C364" w14:textId="77777777" w:rsidR="00684433" w:rsidRDefault="00684433" w:rsidP="00E15580"/>
    <w:p w14:paraId="0659E912" w14:textId="45F08823" w:rsidR="00E15580" w:rsidRDefault="00E15580" w:rsidP="00E15580">
      <w:r w:rsidRPr="00E15580">
        <w:t>Dodávka výpočetního zařízení pro ruční digitální rozchodku. Je požadováno ruční, lehce přenosné výpočetní zařízení s</w:t>
      </w:r>
      <w:r w:rsidR="00AC5E07">
        <w:t> </w:t>
      </w:r>
      <w:r w:rsidRPr="00E15580">
        <w:t>dotykovou obrazovkou odolné vůči povětrnostním podmínkám a nárazům (průmyslová odolnost). Součástí dodávky musí být i ochranný odolný obal pro přepravu.</w:t>
      </w:r>
    </w:p>
    <w:p w14:paraId="05F4F267" w14:textId="3248B339" w:rsidR="00E15580" w:rsidRDefault="00E15580" w:rsidP="00E15580">
      <w:pPr>
        <w:pStyle w:val="Nadpis3"/>
        <w:rPr>
          <w:noProof/>
        </w:rPr>
      </w:pPr>
      <w:bookmarkStart w:id="0" w:name="_Hlk163117238"/>
      <w:r>
        <w:t xml:space="preserve">Parametry </w:t>
      </w:r>
      <w:proofErr w:type="spellStart"/>
      <w:r>
        <w:t>tabletů</w:t>
      </w:r>
      <w:proofErr w:type="spellEnd"/>
      <w:r>
        <w:t xml:space="preserve"> pro ČRV</w:t>
      </w:r>
      <w:bookmarkEnd w:id="0"/>
      <w:r>
        <w:rPr>
          <w:noProof/>
        </w:rPr>
        <w:t>:</w:t>
      </w:r>
    </w:p>
    <w:p w14:paraId="6A061BC2" w14:textId="3A0A0564" w:rsidR="00E15580" w:rsidRPr="004D3F90" w:rsidRDefault="008E0C9F">
      <w:pPr>
        <w:pStyle w:val="Odstavecseseznamem"/>
        <w:numPr>
          <w:ilvl w:val="0"/>
          <w:numId w:val="5"/>
        </w:numPr>
      </w:pPr>
      <w:r w:rsidRPr="004D3F90">
        <w:t>d</w:t>
      </w:r>
      <w:r w:rsidR="00E15580" w:rsidRPr="004D3F90">
        <w:t>isplej</w:t>
      </w:r>
      <w:r w:rsidRPr="004D3F90">
        <w:t>:</w:t>
      </w:r>
    </w:p>
    <w:p w14:paraId="1ACB3569" w14:textId="2201ECD8" w:rsidR="00E15580" w:rsidRPr="004D3F90" w:rsidRDefault="00E15580">
      <w:pPr>
        <w:pStyle w:val="Odstavecseseznamem"/>
        <w:numPr>
          <w:ilvl w:val="1"/>
          <w:numId w:val="5"/>
        </w:numPr>
      </w:pPr>
      <w:r w:rsidRPr="004D3F90">
        <w:t>úhlopříčka min. 10"</w:t>
      </w:r>
      <w:r w:rsidR="005C4A8C" w:rsidRPr="005C4A8C">
        <w:t>, max. 11,5“</w:t>
      </w:r>
    </w:p>
    <w:p w14:paraId="01AC017D" w14:textId="77777777" w:rsidR="00E15580" w:rsidRPr="004D3F90" w:rsidRDefault="00E15580">
      <w:pPr>
        <w:pStyle w:val="Odstavecseseznamem"/>
        <w:numPr>
          <w:ilvl w:val="1"/>
          <w:numId w:val="5"/>
        </w:numPr>
      </w:pPr>
      <w:r w:rsidRPr="004D3F90">
        <w:t>matný povrch,</w:t>
      </w:r>
    </w:p>
    <w:p w14:paraId="7B9ABB5B" w14:textId="77777777" w:rsidR="00281758" w:rsidRDefault="00E15580" w:rsidP="00281758">
      <w:pPr>
        <w:pStyle w:val="Odstavecseseznamem"/>
        <w:numPr>
          <w:ilvl w:val="1"/>
          <w:numId w:val="5"/>
        </w:numPr>
      </w:pPr>
      <w:r w:rsidRPr="004D3F90">
        <w:t xml:space="preserve">min </w:t>
      </w:r>
      <w:proofErr w:type="spellStart"/>
      <w:r w:rsidRPr="004D3F90">
        <w:t>FullHD</w:t>
      </w:r>
      <w:proofErr w:type="spellEnd"/>
      <w:r w:rsidRPr="004D3F90">
        <w:t xml:space="preserve"> 1920x1080</w:t>
      </w:r>
    </w:p>
    <w:p w14:paraId="3AD11A53" w14:textId="15626A75" w:rsidR="00281758" w:rsidRPr="00281758" w:rsidRDefault="00281758" w:rsidP="00281758">
      <w:pPr>
        <w:pStyle w:val="Odstavecseseznamem"/>
        <w:numPr>
          <w:ilvl w:val="1"/>
          <w:numId w:val="5"/>
        </w:numPr>
        <w:rPr>
          <w:b/>
        </w:rPr>
      </w:pPr>
      <w:r w:rsidRPr="00281758">
        <w:rPr>
          <w:rFonts w:ascii="Verdana" w:hAnsi="Verdana"/>
          <w:b/>
          <w:color w:val="000000"/>
          <w:sz w:val="20"/>
          <w:szCs w:val="20"/>
        </w:rPr>
        <w:t>hodnota jasu displeje – min. 600nits</w:t>
      </w:r>
    </w:p>
    <w:p w14:paraId="1044287B" w14:textId="0FF67DDF" w:rsidR="00E15580" w:rsidRPr="004D3F90" w:rsidRDefault="00E15580">
      <w:pPr>
        <w:pStyle w:val="Odstavecseseznamem"/>
        <w:numPr>
          <w:ilvl w:val="0"/>
          <w:numId w:val="5"/>
        </w:numPr>
        <w:spacing w:before="120"/>
        <w:ind w:left="1060" w:hanging="703"/>
      </w:pPr>
      <w:r w:rsidRPr="004D3F90">
        <w:t>procesor: min 8 jader, 2GHz/jádro</w:t>
      </w:r>
    </w:p>
    <w:p w14:paraId="21D1BC85" w14:textId="41C5EE5D" w:rsidR="00E15580" w:rsidRPr="004D3F90" w:rsidRDefault="00E15580">
      <w:pPr>
        <w:pStyle w:val="Odstavecseseznamem"/>
        <w:numPr>
          <w:ilvl w:val="0"/>
          <w:numId w:val="5"/>
        </w:numPr>
      </w:pPr>
      <w:r w:rsidRPr="004D3F90">
        <w:t xml:space="preserve">operační paměť: min </w:t>
      </w:r>
      <w:r w:rsidR="00771784" w:rsidRPr="004D3F90">
        <w:t>8</w:t>
      </w:r>
      <w:r w:rsidRPr="004D3F90">
        <w:t xml:space="preserve"> GB RAM</w:t>
      </w:r>
    </w:p>
    <w:p w14:paraId="063A0FE3" w14:textId="03A096AB" w:rsidR="00E15580" w:rsidRPr="004D3F90" w:rsidRDefault="00E15580">
      <w:pPr>
        <w:pStyle w:val="Odstavecseseznamem"/>
        <w:numPr>
          <w:ilvl w:val="0"/>
          <w:numId w:val="5"/>
        </w:numPr>
      </w:pPr>
      <w:r w:rsidRPr="004D3F90">
        <w:t>úložiště: min. 256 GB</w:t>
      </w:r>
    </w:p>
    <w:p w14:paraId="7C803B92" w14:textId="147D0215" w:rsidR="00E15580" w:rsidRPr="004D3F90" w:rsidRDefault="00E15580">
      <w:pPr>
        <w:pStyle w:val="Odstavecseseznamem"/>
        <w:numPr>
          <w:ilvl w:val="0"/>
          <w:numId w:val="5"/>
        </w:numPr>
      </w:pPr>
      <w:r w:rsidRPr="004D3F90">
        <w:t>konektivita: BT 5, WIFI, LTE/5G</w:t>
      </w:r>
      <w:r w:rsidR="005C4A8C" w:rsidRPr="005C4A8C">
        <w:t xml:space="preserve">, podpora LAN 1Gb/s </w:t>
      </w:r>
      <w:proofErr w:type="spellStart"/>
      <w:r w:rsidR="005C4A8C" w:rsidRPr="005C4A8C">
        <w:t>s</w:t>
      </w:r>
      <w:proofErr w:type="spellEnd"/>
      <w:r w:rsidR="005C4A8C">
        <w:t> </w:t>
      </w:r>
      <w:r w:rsidR="005C4A8C" w:rsidRPr="005C4A8C">
        <w:t>příslušenstvím</w:t>
      </w:r>
    </w:p>
    <w:p w14:paraId="5E7A5483" w14:textId="228A911A" w:rsidR="00E15580" w:rsidRPr="004D3F90" w:rsidRDefault="00E15580">
      <w:pPr>
        <w:pStyle w:val="Odstavecseseznamem"/>
        <w:numPr>
          <w:ilvl w:val="0"/>
          <w:numId w:val="5"/>
        </w:numPr>
      </w:pPr>
      <w:r w:rsidRPr="004D3F90">
        <w:t>OS Android: min. aktuální produkční verze v</w:t>
      </w:r>
      <w:r w:rsidR="008E0C9F" w:rsidRPr="004D3F90">
        <w:t> </w:t>
      </w:r>
      <w:r w:rsidRPr="004D3F90">
        <w:t>době podání nabídky</w:t>
      </w:r>
      <w:r w:rsidR="00771784" w:rsidRPr="004D3F90">
        <w:t>, pro kterou budou na min. dalších 5 let poskytovány bezpečnostní opravy (</w:t>
      </w:r>
      <w:proofErr w:type="spellStart"/>
      <w:r w:rsidR="00771784" w:rsidRPr="004D3F90">
        <w:t>security</w:t>
      </w:r>
      <w:proofErr w:type="spellEnd"/>
      <w:r w:rsidR="00771784" w:rsidRPr="004D3F90">
        <w:t xml:space="preserve"> update)</w:t>
      </w:r>
    </w:p>
    <w:p w14:paraId="160904D4" w14:textId="2F00BE75" w:rsidR="00E15580" w:rsidRPr="004D3F90" w:rsidRDefault="00E15580">
      <w:pPr>
        <w:pStyle w:val="Odstavecseseznamem"/>
        <w:numPr>
          <w:ilvl w:val="0"/>
          <w:numId w:val="5"/>
        </w:numPr>
      </w:pPr>
      <w:r w:rsidRPr="004D3F90">
        <w:t>GNSS: min GPS, Galileo</w:t>
      </w:r>
    </w:p>
    <w:p w14:paraId="730AE752" w14:textId="2C711651" w:rsidR="00E15580" w:rsidRPr="004D3F90" w:rsidRDefault="00E15580">
      <w:pPr>
        <w:pStyle w:val="Odstavecseseznamem"/>
        <w:numPr>
          <w:ilvl w:val="0"/>
          <w:numId w:val="5"/>
        </w:numPr>
      </w:pPr>
      <w:r w:rsidRPr="004D3F90">
        <w:t>provozní teplota: -20 až +50 °C</w:t>
      </w:r>
    </w:p>
    <w:p w14:paraId="0459185F" w14:textId="73D1571C" w:rsidR="00E15580" w:rsidRPr="004D3F90" w:rsidRDefault="00E15580">
      <w:pPr>
        <w:pStyle w:val="Odstavecseseznamem"/>
        <w:numPr>
          <w:ilvl w:val="0"/>
          <w:numId w:val="5"/>
        </w:numPr>
      </w:pPr>
      <w:r w:rsidRPr="004D3F90">
        <w:t xml:space="preserve">baterie: min. 8000 </w:t>
      </w:r>
      <w:proofErr w:type="spellStart"/>
      <w:r w:rsidRPr="004D3F90">
        <w:t>mAh</w:t>
      </w:r>
      <w:proofErr w:type="spellEnd"/>
      <w:r w:rsidRPr="004D3F90">
        <w:t>, požadujeme provozní dobu bez dobíjení 8 hod.</w:t>
      </w:r>
    </w:p>
    <w:p w14:paraId="6908B76C" w14:textId="64AA06DE" w:rsidR="00E15580" w:rsidRPr="004D3F90" w:rsidRDefault="00E15580">
      <w:pPr>
        <w:pStyle w:val="Odstavecseseznamem"/>
        <w:numPr>
          <w:ilvl w:val="0"/>
          <w:numId w:val="5"/>
        </w:numPr>
      </w:pPr>
      <w:r w:rsidRPr="004D3F90">
        <w:t>rychlé nabíjení: min 45 W</w:t>
      </w:r>
    </w:p>
    <w:p w14:paraId="0E718BF2" w14:textId="6B67FE26" w:rsidR="00E15580" w:rsidRPr="004D3F90" w:rsidRDefault="00E15580">
      <w:pPr>
        <w:pStyle w:val="Odstavecseseznamem"/>
        <w:numPr>
          <w:ilvl w:val="0"/>
          <w:numId w:val="5"/>
        </w:numPr>
      </w:pPr>
      <w:r w:rsidRPr="004D3F90">
        <w:t xml:space="preserve">fotoaparát: </w:t>
      </w:r>
      <w:r w:rsidR="008E0C9F" w:rsidRPr="004D3F90">
        <w:t>ano</w:t>
      </w:r>
      <w:r w:rsidRPr="004D3F90">
        <w:t xml:space="preserve">, min </w:t>
      </w:r>
      <w:proofErr w:type="spellStart"/>
      <w:r w:rsidRPr="004D3F90">
        <w:t>FullHD</w:t>
      </w:r>
      <w:proofErr w:type="spellEnd"/>
      <w:r w:rsidRPr="004D3F90">
        <w:t xml:space="preserve"> 1920x1080px, světelnost </w:t>
      </w:r>
      <w:proofErr w:type="spellStart"/>
      <w:r w:rsidRPr="004D3F90">
        <w:t>max</w:t>
      </w:r>
      <w:proofErr w:type="spellEnd"/>
      <w:r w:rsidRPr="004D3F90">
        <w:t xml:space="preserve"> f/2,5</w:t>
      </w:r>
    </w:p>
    <w:p w14:paraId="351270FF" w14:textId="39B1D942" w:rsidR="00E15580" w:rsidRPr="004D3F90" w:rsidRDefault="00E15580">
      <w:pPr>
        <w:pStyle w:val="Odstavecseseznamem"/>
        <w:numPr>
          <w:ilvl w:val="0"/>
          <w:numId w:val="5"/>
        </w:numPr>
      </w:pPr>
      <w:r w:rsidRPr="004D3F90">
        <w:t>ochrana: IP68</w:t>
      </w:r>
    </w:p>
    <w:p w14:paraId="1F85B550" w14:textId="00A25566" w:rsidR="00E15580" w:rsidRPr="004D3F90" w:rsidRDefault="00E15580">
      <w:pPr>
        <w:pStyle w:val="Odstavecseseznamem"/>
        <w:numPr>
          <w:ilvl w:val="0"/>
          <w:numId w:val="5"/>
        </w:numPr>
      </w:pPr>
      <w:r w:rsidRPr="004D3F90">
        <w:t>požadovaná garantovaná podpora: 5 let včetně OS Android</w:t>
      </w:r>
      <w:r w:rsidR="00771784" w:rsidRPr="004D3F90">
        <w:t>, tzn. garantovat 5 let všechny vydané bezpečnostní opravy (</w:t>
      </w:r>
      <w:proofErr w:type="spellStart"/>
      <w:r w:rsidR="00771784" w:rsidRPr="004D3F90">
        <w:t>security</w:t>
      </w:r>
      <w:proofErr w:type="spellEnd"/>
      <w:r w:rsidR="00771784" w:rsidRPr="004D3F90">
        <w:t xml:space="preserve"> update), jakož i po tuto dobu k dodané verzi OS Android v nabídce poskytované hlavní (major) verze</w:t>
      </w:r>
    </w:p>
    <w:p w14:paraId="67898D42" w14:textId="3C938386" w:rsidR="00E15580" w:rsidRPr="004D3F90" w:rsidRDefault="00E15580">
      <w:pPr>
        <w:pStyle w:val="Odstavecseseznamem"/>
        <w:numPr>
          <w:ilvl w:val="0"/>
          <w:numId w:val="5"/>
        </w:numPr>
      </w:pPr>
      <w:r w:rsidRPr="004D3F90">
        <w:t xml:space="preserve">záruční doba: rozšířená </w:t>
      </w:r>
      <w:bookmarkStart w:id="1" w:name="_GoBack"/>
      <w:bookmarkEnd w:id="1"/>
      <w:r w:rsidRPr="004D3F90">
        <w:t>na 3 roky</w:t>
      </w:r>
    </w:p>
    <w:p w14:paraId="22FD1CF5" w14:textId="41826153" w:rsidR="00E15580" w:rsidRDefault="00E15580">
      <w:pPr>
        <w:pStyle w:val="Odstavecseseznamem"/>
        <w:numPr>
          <w:ilvl w:val="0"/>
          <w:numId w:val="5"/>
        </w:numPr>
      </w:pPr>
      <w:r>
        <w:t>příslušenství:</w:t>
      </w:r>
    </w:p>
    <w:p w14:paraId="589D2415" w14:textId="7052F39F" w:rsidR="004D3F90" w:rsidRDefault="004D3F90">
      <w:pPr>
        <w:pStyle w:val="Odstavecseseznamem"/>
        <w:numPr>
          <w:ilvl w:val="1"/>
          <w:numId w:val="5"/>
        </w:numPr>
      </w:pPr>
      <w:r w:rsidRPr="004D3F90">
        <w:t>nabíječka 230</w:t>
      </w:r>
      <w:r>
        <w:t xml:space="preserve"> </w:t>
      </w:r>
      <w:r w:rsidRPr="004D3F90">
        <w:t>V</w:t>
      </w:r>
      <w:r>
        <w:t>,</w:t>
      </w:r>
      <w:r w:rsidRPr="004D3F90">
        <w:t xml:space="preserve"> pokud není součástí balení tabletu</w:t>
      </w:r>
    </w:p>
    <w:p w14:paraId="634C9FC5" w14:textId="3253EC4D" w:rsidR="00E15580" w:rsidRDefault="00E15580">
      <w:pPr>
        <w:pStyle w:val="Odstavecseseznamem"/>
        <w:numPr>
          <w:ilvl w:val="1"/>
          <w:numId w:val="5"/>
        </w:numPr>
      </w:pPr>
      <w:r>
        <w:t>konverzní nabíječka do auta (zdířka auto-zapalovač -&gt; USB-C)</w:t>
      </w:r>
    </w:p>
    <w:p w14:paraId="0D9A2E53" w14:textId="7C251C6C" w:rsidR="00E15580" w:rsidRDefault="00E15580" w:rsidP="004D3F90">
      <w:pPr>
        <w:pStyle w:val="Odstavecseseznamem"/>
        <w:numPr>
          <w:ilvl w:val="1"/>
          <w:numId w:val="5"/>
        </w:numPr>
      </w:pPr>
      <w:proofErr w:type="spellStart"/>
      <w:r>
        <w:t>powerbanka</w:t>
      </w:r>
      <w:proofErr w:type="spellEnd"/>
      <w:r w:rsidR="0086464C">
        <w:t xml:space="preserve">: </w:t>
      </w:r>
      <w:r w:rsidR="004D3F90" w:rsidRPr="004D3F90">
        <w:t xml:space="preserve">kapacita min. 2x nabití </w:t>
      </w:r>
      <w:r w:rsidR="004D3F90">
        <w:t xml:space="preserve">baterie </w:t>
      </w:r>
      <w:r w:rsidR="004D3F90" w:rsidRPr="004D3F90">
        <w:t xml:space="preserve">tabletu do </w:t>
      </w:r>
      <w:r w:rsidR="004D3F90">
        <w:t xml:space="preserve">její </w:t>
      </w:r>
      <w:r w:rsidR="004D3F90" w:rsidRPr="004D3F90">
        <w:t xml:space="preserve">plné kapacity, min. 25000 </w:t>
      </w:r>
      <w:proofErr w:type="spellStart"/>
      <w:r w:rsidR="004D3F90" w:rsidRPr="004D3F90">
        <w:t>mAh</w:t>
      </w:r>
      <w:proofErr w:type="spellEnd"/>
      <w:r w:rsidR="004D3F90" w:rsidRPr="004D3F90">
        <w:t>, min. 60</w:t>
      </w:r>
      <w:r w:rsidR="004D3F90">
        <w:t xml:space="preserve"> </w:t>
      </w:r>
      <w:r w:rsidR="004D3F90" w:rsidRPr="004D3F90">
        <w:t>W, USB-C</w:t>
      </w:r>
    </w:p>
    <w:p w14:paraId="6EEFCCE3" w14:textId="0207DE30" w:rsidR="00E15580" w:rsidRDefault="004D3F90">
      <w:pPr>
        <w:pStyle w:val="Odstavecseseznamem"/>
        <w:numPr>
          <w:ilvl w:val="1"/>
          <w:numId w:val="5"/>
        </w:numPr>
      </w:pPr>
      <w:proofErr w:type="spellStart"/>
      <w:r w:rsidRPr="004D3F90">
        <w:t>dock</w:t>
      </w:r>
      <w:proofErr w:type="spellEnd"/>
      <w:r w:rsidRPr="004D3F90">
        <w:t xml:space="preserve"> / adaptér podporující současné připojení LAN RJ45 (1Gb/s) a napájení USB-C</w:t>
      </w:r>
    </w:p>
    <w:p w14:paraId="00941D26" w14:textId="4E641861" w:rsidR="00E15580" w:rsidRDefault="004D3F90">
      <w:pPr>
        <w:pStyle w:val="Odstavecseseznamem"/>
        <w:numPr>
          <w:ilvl w:val="1"/>
          <w:numId w:val="5"/>
        </w:numPr>
      </w:pPr>
      <w:r w:rsidRPr="004D3F90">
        <w:t>obal</w:t>
      </w:r>
      <w:r>
        <w:t>:</w:t>
      </w:r>
      <w:r w:rsidRPr="004D3F90">
        <w:t xml:space="preserve"> </w:t>
      </w:r>
      <w:proofErr w:type="spellStart"/>
      <w:r w:rsidRPr="004D3F90">
        <w:t>flipové</w:t>
      </w:r>
      <w:proofErr w:type="spellEnd"/>
      <w:r w:rsidRPr="004D3F90">
        <w:t xml:space="preserve"> pouzdro, ochrana zadní části i boků, flip na display</w:t>
      </w:r>
    </w:p>
    <w:p w14:paraId="4D2EF7DF" w14:textId="3D6E713F" w:rsidR="00E15580" w:rsidRDefault="00E15580">
      <w:pPr>
        <w:pStyle w:val="Odstavecseseznamem"/>
        <w:numPr>
          <w:ilvl w:val="1"/>
          <w:numId w:val="5"/>
        </w:numPr>
      </w:pPr>
      <w:r>
        <w:t>ochranné sklo na displ</w:t>
      </w:r>
      <w:r w:rsidR="005C4A8C">
        <w:t xml:space="preserve">ej </w:t>
      </w:r>
      <w:r w:rsidR="005C4A8C" w:rsidRPr="005C4A8C">
        <w:t>nalepené dodavatelem</w:t>
      </w:r>
    </w:p>
    <w:p w14:paraId="60B2CC89" w14:textId="77777777" w:rsidR="004D3F90" w:rsidRDefault="004D3F90">
      <w:pPr>
        <w:rPr>
          <w:rFonts w:asciiTheme="majorHAnsi" w:eastAsiaTheme="majorEastAsia" w:hAnsiTheme="majorHAnsi" w:cstheme="majorBidi"/>
          <w:b/>
          <w:noProof/>
          <w:color w:val="00A1E0" w:themeColor="accent3"/>
          <w:sz w:val="24"/>
          <w:szCs w:val="24"/>
        </w:rPr>
      </w:pPr>
      <w:r>
        <w:rPr>
          <w:noProof/>
        </w:rPr>
        <w:br w:type="page"/>
      </w:r>
    </w:p>
    <w:p w14:paraId="323BD367" w14:textId="71082650" w:rsidR="00AC5E07" w:rsidRDefault="00AC5E07" w:rsidP="00AC5E07">
      <w:pPr>
        <w:pStyle w:val="Nadpis3"/>
        <w:rPr>
          <w:noProof/>
        </w:rPr>
      </w:pPr>
      <w:bookmarkStart w:id="2" w:name="_Hlk163117260"/>
      <w:r>
        <w:rPr>
          <w:noProof/>
        </w:rPr>
        <w:lastRenderedPageBreak/>
        <w:t>Další požadavky</w:t>
      </w:r>
      <w:bookmarkEnd w:id="2"/>
      <w:r>
        <w:rPr>
          <w:noProof/>
        </w:rPr>
        <w:t>:</w:t>
      </w:r>
    </w:p>
    <w:p w14:paraId="3C29F341" w14:textId="10E9A3F6" w:rsidR="00AC5E07" w:rsidRPr="004D3F90" w:rsidRDefault="00AC5E07" w:rsidP="00AC5E07">
      <w:r w:rsidRPr="004D3F90">
        <w:t xml:space="preserve">Řešení </w:t>
      </w:r>
      <w:r w:rsidR="00326BCC" w:rsidRPr="004D3F90">
        <w:t xml:space="preserve">hromadné vzdálené správy dodaných </w:t>
      </w:r>
      <w:r w:rsidRPr="004D3F90">
        <w:t xml:space="preserve">zařízení s OS Android používáním </w:t>
      </w:r>
      <w:r w:rsidR="00AC1E60" w:rsidRPr="004D3F90">
        <w:t xml:space="preserve">MDM (Mobile </w:t>
      </w:r>
      <w:proofErr w:type="spellStart"/>
      <w:r w:rsidR="00AC1E60" w:rsidRPr="004D3F90">
        <w:t>Device</w:t>
      </w:r>
      <w:proofErr w:type="spellEnd"/>
      <w:r w:rsidR="00AC1E60" w:rsidRPr="004D3F90">
        <w:t xml:space="preserve"> Management), nástrojem MS </w:t>
      </w:r>
      <w:proofErr w:type="spellStart"/>
      <w:r w:rsidRPr="004D3F90">
        <w:t>Intune</w:t>
      </w:r>
      <w:proofErr w:type="spellEnd"/>
      <w:r w:rsidR="00BC3E5E" w:rsidRPr="004D3F90">
        <w:t>:</w:t>
      </w:r>
    </w:p>
    <w:p w14:paraId="3C199B54" w14:textId="48416B65" w:rsidR="00BC3E5E" w:rsidRPr="004D3F90" w:rsidRDefault="00BC3E5E" w:rsidP="005C4A8C">
      <w:pPr>
        <w:pStyle w:val="Odstavecseseznamem"/>
        <w:numPr>
          <w:ilvl w:val="0"/>
          <w:numId w:val="6"/>
        </w:numPr>
      </w:pPr>
      <w:r w:rsidRPr="004D3F90">
        <w:t xml:space="preserve">Dodavatel zajistí registraci všech dodaných zařízení do nástroje </w:t>
      </w:r>
      <w:proofErr w:type="spellStart"/>
      <w:r w:rsidRPr="004D3F90">
        <w:t>ZeroTouch</w:t>
      </w:r>
      <w:proofErr w:type="spellEnd"/>
      <w:r w:rsidRPr="004D3F90">
        <w:t xml:space="preserve"> (nástroj pro registraci zařízení do MDM)</w:t>
      </w:r>
    </w:p>
    <w:p w14:paraId="78437FBF" w14:textId="13812918" w:rsidR="00BC3E5E" w:rsidRDefault="00BC3E5E" w:rsidP="005C4A8C">
      <w:pPr>
        <w:pStyle w:val="Odstavecseseznamem"/>
        <w:numPr>
          <w:ilvl w:val="0"/>
          <w:numId w:val="6"/>
        </w:numPr>
      </w:pPr>
      <w:r w:rsidRPr="004D3F90">
        <w:t xml:space="preserve">Dodávané zařízení musí být možné spravovat nástrojem Microsoft </w:t>
      </w:r>
      <w:proofErr w:type="spellStart"/>
      <w:r w:rsidRPr="004D3F90">
        <w:t>Intune</w:t>
      </w:r>
      <w:proofErr w:type="spellEnd"/>
      <w:r w:rsidR="004D3F90" w:rsidRPr="004D3F90">
        <w:t>, včetně managementu aktualizací OS (</w:t>
      </w:r>
      <w:proofErr w:type="spellStart"/>
      <w:r w:rsidR="004D3F90" w:rsidRPr="004D3F90">
        <w:t>Device</w:t>
      </w:r>
      <w:proofErr w:type="spellEnd"/>
      <w:r w:rsidR="004D3F90" w:rsidRPr="004D3F90">
        <w:t xml:space="preserve"> Update)</w:t>
      </w:r>
    </w:p>
    <w:p w14:paraId="67AC6C58" w14:textId="5C190392" w:rsidR="00F22C3F" w:rsidRPr="00183F03" w:rsidRDefault="00F22C3F" w:rsidP="00663F61"/>
    <w:sectPr w:rsidR="00F22C3F" w:rsidRPr="00183F03" w:rsidSect="003A5CB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F42634" w14:textId="77777777" w:rsidR="003A5CBC" w:rsidRDefault="003A5CBC" w:rsidP="00962258">
      <w:pPr>
        <w:spacing w:after="0" w:line="240" w:lineRule="auto"/>
      </w:pPr>
      <w:r>
        <w:separator/>
      </w:r>
    </w:p>
  </w:endnote>
  <w:endnote w:type="continuationSeparator" w:id="0">
    <w:p w14:paraId="30DD0050" w14:textId="77777777" w:rsidR="003A5CBC" w:rsidRDefault="003A5C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5D6A54" w14:textId="77777777" w:rsidR="006337F8" w:rsidRDefault="006337F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1405CF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9CDFE0E" w14:textId="559153D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7114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7114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981B7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63179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8D2139" w14:textId="77777777" w:rsidR="00F1715C" w:rsidRDefault="00F1715C" w:rsidP="00D831A3">
          <w:pPr>
            <w:pStyle w:val="Zpat"/>
          </w:pPr>
        </w:p>
      </w:tc>
    </w:tr>
  </w:tbl>
  <w:p w14:paraId="2D3BB16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2D54F61" wp14:editId="3C53010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6F0972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75B1347" wp14:editId="5BFF6B4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BDAF6B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50995B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DE2937" w14:textId="36528B9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7114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7114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EDFDC4C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134E1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A79336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FC743B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A7D1600" w14:textId="77777777" w:rsidR="00F1715C" w:rsidRDefault="00632A2D" w:rsidP="00460660">
          <w:pPr>
            <w:pStyle w:val="Zpat"/>
          </w:pPr>
          <w:r w:rsidRPr="00632A2D">
            <w:t>spravazeleznic.cz</w:t>
          </w:r>
        </w:p>
      </w:tc>
      <w:tc>
        <w:tcPr>
          <w:tcW w:w="2921" w:type="dxa"/>
        </w:tcPr>
        <w:p w14:paraId="09932861" w14:textId="228ED09E" w:rsidR="00CA5534" w:rsidRPr="006337F8" w:rsidRDefault="00CA5534" w:rsidP="00CA5534">
          <w:pPr>
            <w:pStyle w:val="Zpat"/>
            <w:rPr>
              <w:rFonts w:cs="TimesNewRoman"/>
              <w:b/>
              <w:bCs/>
              <w:szCs w:val="12"/>
            </w:rPr>
          </w:pPr>
          <w:r w:rsidRPr="006337F8">
            <w:rPr>
              <w:rFonts w:cs="TimesNewRoman"/>
              <w:b/>
              <w:bCs/>
              <w:szCs w:val="12"/>
            </w:rPr>
            <w:t>Správa železniční telematiky</w:t>
          </w:r>
        </w:p>
        <w:p w14:paraId="4A622F33" w14:textId="77777777" w:rsidR="006337F8" w:rsidRPr="006337F8" w:rsidRDefault="00CA5534" w:rsidP="00CA5534">
          <w:pPr>
            <w:pStyle w:val="Zpat"/>
            <w:rPr>
              <w:rFonts w:cs="Times-Roman"/>
              <w:b/>
              <w:bCs/>
              <w:szCs w:val="12"/>
            </w:rPr>
          </w:pPr>
          <w:r w:rsidRPr="006337F8">
            <w:rPr>
              <w:rFonts w:cs="Times-Roman"/>
              <w:b/>
              <w:bCs/>
              <w:szCs w:val="12"/>
            </w:rPr>
            <w:t>V Celnici 1028/10</w:t>
          </w:r>
        </w:p>
        <w:p w14:paraId="6D80CE4D" w14:textId="2DAFBFEA" w:rsidR="00CA5534" w:rsidRPr="006337F8" w:rsidRDefault="00CA5534" w:rsidP="00CA5534">
          <w:pPr>
            <w:pStyle w:val="Zpat"/>
            <w:rPr>
              <w:b/>
              <w:bCs/>
            </w:rPr>
          </w:pPr>
          <w:r w:rsidRPr="006337F8">
            <w:rPr>
              <w:b/>
              <w:bCs/>
              <w:szCs w:val="12"/>
            </w:rPr>
            <w:t>110 00</w:t>
          </w:r>
          <w:r w:rsidRPr="006337F8">
            <w:rPr>
              <w:b/>
              <w:bCs/>
              <w:szCs w:val="12"/>
            </w:rPr>
            <w:t> </w:t>
          </w:r>
          <w:r w:rsidRPr="006337F8">
            <w:rPr>
              <w:b/>
              <w:bCs/>
              <w:szCs w:val="12"/>
            </w:rPr>
            <w:t>Praha 1</w:t>
          </w:r>
        </w:p>
        <w:p w14:paraId="6BC1CE05" w14:textId="77777777" w:rsidR="00F1715C" w:rsidRPr="006337F8" w:rsidRDefault="00F1715C" w:rsidP="00460660">
          <w:pPr>
            <w:pStyle w:val="Zpat"/>
            <w:rPr>
              <w:b/>
              <w:bCs/>
            </w:rPr>
          </w:pPr>
        </w:p>
      </w:tc>
    </w:tr>
  </w:tbl>
  <w:p w14:paraId="5BC19014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7D6A4F6" wp14:editId="6083448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DF12F5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6E92D70" wp14:editId="5A80EA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A6D4A9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C1401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2DD41D" w14:textId="77777777" w:rsidR="003A5CBC" w:rsidRDefault="003A5CBC" w:rsidP="00962258">
      <w:pPr>
        <w:spacing w:after="0" w:line="240" w:lineRule="auto"/>
      </w:pPr>
      <w:r>
        <w:separator/>
      </w:r>
    </w:p>
  </w:footnote>
  <w:footnote w:type="continuationSeparator" w:id="0">
    <w:p w14:paraId="5EFB15E8" w14:textId="77777777" w:rsidR="003A5CBC" w:rsidRDefault="003A5C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CB9A60" w14:textId="77777777" w:rsidR="006337F8" w:rsidRDefault="006337F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460319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BA8742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7C3E4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6E0270" w14:textId="77777777" w:rsidR="00F1715C" w:rsidRPr="00D6163D" w:rsidRDefault="00F1715C" w:rsidP="00D6163D">
          <w:pPr>
            <w:pStyle w:val="Druhdokumentu"/>
          </w:pPr>
        </w:p>
      </w:tc>
    </w:tr>
  </w:tbl>
  <w:p w14:paraId="395B62D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428857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5D966F7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4FF47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6632251" w14:textId="77777777" w:rsidR="00F1715C" w:rsidRPr="00D6163D" w:rsidRDefault="00F1715C" w:rsidP="00FC6389">
          <w:pPr>
            <w:pStyle w:val="Druhdokumentu"/>
          </w:pPr>
        </w:p>
      </w:tc>
    </w:tr>
    <w:tr w:rsidR="009F392E" w14:paraId="7486FBE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1962D95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5F7BC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F1D5D0A" w14:textId="77777777" w:rsidR="009F392E" w:rsidRPr="00D6163D" w:rsidRDefault="009F392E" w:rsidP="00FC6389">
          <w:pPr>
            <w:pStyle w:val="Druhdokumentu"/>
          </w:pPr>
        </w:p>
      </w:tc>
    </w:tr>
  </w:tbl>
  <w:p w14:paraId="7979F03B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0C44103" wp14:editId="33FEFA5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01ED4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EB73E67"/>
    <w:multiLevelType w:val="hybridMultilevel"/>
    <w:tmpl w:val="6F347B50"/>
    <w:lvl w:ilvl="0" w:tplc="95DA7456"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74070991"/>
    <w:multiLevelType w:val="multilevel"/>
    <w:tmpl w:val="CABE99FC"/>
    <w:numStyleLink w:val="ListNumbermultilevel"/>
  </w:abstractNum>
  <w:abstractNum w:abstractNumId="5" w15:restartNumberingAfterBreak="0">
    <w:nsid w:val="7F720A9B"/>
    <w:multiLevelType w:val="hybridMultilevel"/>
    <w:tmpl w:val="1A5476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721"/>
    <w:rsid w:val="0000532F"/>
    <w:rsid w:val="00020369"/>
    <w:rsid w:val="0002087D"/>
    <w:rsid w:val="00072C1E"/>
    <w:rsid w:val="000E02B4"/>
    <w:rsid w:val="000E23A7"/>
    <w:rsid w:val="000E5D15"/>
    <w:rsid w:val="0010693F"/>
    <w:rsid w:val="00114472"/>
    <w:rsid w:val="00143D0E"/>
    <w:rsid w:val="00153914"/>
    <w:rsid w:val="001550BC"/>
    <w:rsid w:val="001605B9"/>
    <w:rsid w:val="00167AF5"/>
    <w:rsid w:val="0017080A"/>
    <w:rsid w:val="00170EC5"/>
    <w:rsid w:val="001747C1"/>
    <w:rsid w:val="00183F03"/>
    <w:rsid w:val="00184743"/>
    <w:rsid w:val="00192F4C"/>
    <w:rsid w:val="00197B5E"/>
    <w:rsid w:val="001D120D"/>
    <w:rsid w:val="001D54D0"/>
    <w:rsid w:val="001F0105"/>
    <w:rsid w:val="0020048C"/>
    <w:rsid w:val="002011D3"/>
    <w:rsid w:val="00207DF5"/>
    <w:rsid w:val="00207EBC"/>
    <w:rsid w:val="00221DAA"/>
    <w:rsid w:val="00231EB4"/>
    <w:rsid w:val="00237B1A"/>
    <w:rsid w:val="002551F2"/>
    <w:rsid w:val="00280E07"/>
    <w:rsid w:val="00281758"/>
    <w:rsid w:val="00284E0B"/>
    <w:rsid w:val="002B17CE"/>
    <w:rsid w:val="002C31BF"/>
    <w:rsid w:val="002D08B1"/>
    <w:rsid w:val="002D1C0E"/>
    <w:rsid w:val="002E0CD7"/>
    <w:rsid w:val="002F75A9"/>
    <w:rsid w:val="00305D9A"/>
    <w:rsid w:val="0031675B"/>
    <w:rsid w:val="00326BCC"/>
    <w:rsid w:val="00331F9B"/>
    <w:rsid w:val="00341DCF"/>
    <w:rsid w:val="00355C6B"/>
    <w:rsid w:val="00357BC6"/>
    <w:rsid w:val="003700BC"/>
    <w:rsid w:val="00380FC8"/>
    <w:rsid w:val="003956C6"/>
    <w:rsid w:val="003A0DF6"/>
    <w:rsid w:val="003A456D"/>
    <w:rsid w:val="003A5CBC"/>
    <w:rsid w:val="00430769"/>
    <w:rsid w:val="00441430"/>
    <w:rsid w:val="00450F07"/>
    <w:rsid w:val="00453CD3"/>
    <w:rsid w:val="00460660"/>
    <w:rsid w:val="00486107"/>
    <w:rsid w:val="00491827"/>
    <w:rsid w:val="004A673B"/>
    <w:rsid w:val="004B348C"/>
    <w:rsid w:val="004B5611"/>
    <w:rsid w:val="004C4399"/>
    <w:rsid w:val="004C787C"/>
    <w:rsid w:val="004D3F90"/>
    <w:rsid w:val="004E143C"/>
    <w:rsid w:val="004E3A53"/>
    <w:rsid w:val="004F20BC"/>
    <w:rsid w:val="004F3A2C"/>
    <w:rsid w:val="004F4B9B"/>
    <w:rsid w:val="004F69EA"/>
    <w:rsid w:val="00511AB9"/>
    <w:rsid w:val="00520547"/>
    <w:rsid w:val="00523EA7"/>
    <w:rsid w:val="00553375"/>
    <w:rsid w:val="00557C28"/>
    <w:rsid w:val="0056410D"/>
    <w:rsid w:val="005736B7"/>
    <w:rsid w:val="00575E5A"/>
    <w:rsid w:val="00576AFB"/>
    <w:rsid w:val="005C0BC4"/>
    <w:rsid w:val="005C4A8C"/>
    <w:rsid w:val="005E3892"/>
    <w:rsid w:val="005F0F8B"/>
    <w:rsid w:val="005F1404"/>
    <w:rsid w:val="005F5AD3"/>
    <w:rsid w:val="00602ACD"/>
    <w:rsid w:val="0060500D"/>
    <w:rsid w:val="0061068E"/>
    <w:rsid w:val="006260F3"/>
    <w:rsid w:val="00632A2D"/>
    <w:rsid w:val="006337F8"/>
    <w:rsid w:val="006474A6"/>
    <w:rsid w:val="00660AD3"/>
    <w:rsid w:val="00663F61"/>
    <w:rsid w:val="00677B7F"/>
    <w:rsid w:val="00684433"/>
    <w:rsid w:val="00685765"/>
    <w:rsid w:val="00696D1D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46150"/>
    <w:rsid w:val="0076286B"/>
    <w:rsid w:val="00764BA7"/>
    <w:rsid w:val="00766846"/>
    <w:rsid w:val="00771784"/>
    <w:rsid w:val="0077673A"/>
    <w:rsid w:val="007846E1"/>
    <w:rsid w:val="007B570C"/>
    <w:rsid w:val="007C4FE5"/>
    <w:rsid w:val="007C589B"/>
    <w:rsid w:val="007D7C7D"/>
    <w:rsid w:val="007E4A6E"/>
    <w:rsid w:val="007F56A7"/>
    <w:rsid w:val="00801535"/>
    <w:rsid w:val="00807069"/>
    <w:rsid w:val="00807DD0"/>
    <w:rsid w:val="0086464C"/>
    <w:rsid w:val="008659F3"/>
    <w:rsid w:val="00884678"/>
    <w:rsid w:val="00886D4B"/>
    <w:rsid w:val="0089402C"/>
    <w:rsid w:val="00895406"/>
    <w:rsid w:val="008A3568"/>
    <w:rsid w:val="008B3978"/>
    <w:rsid w:val="008C1B63"/>
    <w:rsid w:val="008D03B9"/>
    <w:rsid w:val="008E0C9F"/>
    <w:rsid w:val="008E7E4D"/>
    <w:rsid w:val="008F18D6"/>
    <w:rsid w:val="008F6858"/>
    <w:rsid w:val="00901518"/>
    <w:rsid w:val="00904780"/>
    <w:rsid w:val="00922385"/>
    <w:rsid w:val="009223DF"/>
    <w:rsid w:val="00923DE9"/>
    <w:rsid w:val="00926E54"/>
    <w:rsid w:val="00936091"/>
    <w:rsid w:val="00940D8A"/>
    <w:rsid w:val="00962258"/>
    <w:rsid w:val="009678B7"/>
    <w:rsid w:val="009833E1"/>
    <w:rsid w:val="00992D9C"/>
    <w:rsid w:val="00995B14"/>
    <w:rsid w:val="00996682"/>
    <w:rsid w:val="00996CB8"/>
    <w:rsid w:val="009A2928"/>
    <w:rsid w:val="009B14A9"/>
    <w:rsid w:val="009B2048"/>
    <w:rsid w:val="009B2E97"/>
    <w:rsid w:val="009D083C"/>
    <w:rsid w:val="009E07F4"/>
    <w:rsid w:val="009F392E"/>
    <w:rsid w:val="00A06376"/>
    <w:rsid w:val="00A3061D"/>
    <w:rsid w:val="00A323B6"/>
    <w:rsid w:val="00A57C3A"/>
    <w:rsid w:val="00A611E8"/>
    <w:rsid w:val="00A6177B"/>
    <w:rsid w:val="00A66136"/>
    <w:rsid w:val="00AA4CBB"/>
    <w:rsid w:val="00AA65FA"/>
    <w:rsid w:val="00AA7351"/>
    <w:rsid w:val="00AB5E9B"/>
    <w:rsid w:val="00AC1E60"/>
    <w:rsid w:val="00AC5E07"/>
    <w:rsid w:val="00AD056F"/>
    <w:rsid w:val="00AD6731"/>
    <w:rsid w:val="00B15D0D"/>
    <w:rsid w:val="00B2791A"/>
    <w:rsid w:val="00B65A89"/>
    <w:rsid w:val="00B75EE1"/>
    <w:rsid w:val="00B77481"/>
    <w:rsid w:val="00B8518B"/>
    <w:rsid w:val="00B904C2"/>
    <w:rsid w:val="00B957CF"/>
    <w:rsid w:val="00BA0CF3"/>
    <w:rsid w:val="00BA4016"/>
    <w:rsid w:val="00BB7023"/>
    <w:rsid w:val="00BC3E5E"/>
    <w:rsid w:val="00BD7E91"/>
    <w:rsid w:val="00C02D0A"/>
    <w:rsid w:val="00C03A6E"/>
    <w:rsid w:val="00C15259"/>
    <w:rsid w:val="00C44F6A"/>
    <w:rsid w:val="00C47AE3"/>
    <w:rsid w:val="00C53165"/>
    <w:rsid w:val="00C71144"/>
    <w:rsid w:val="00C87ACA"/>
    <w:rsid w:val="00CA46DC"/>
    <w:rsid w:val="00CA5534"/>
    <w:rsid w:val="00CB3721"/>
    <w:rsid w:val="00CC0F16"/>
    <w:rsid w:val="00CD1F4A"/>
    <w:rsid w:val="00CD1FC4"/>
    <w:rsid w:val="00CF1994"/>
    <w:rsid w:val="00D21061"/>
    <w:rsid w:val="00D40F15"/>
    <w:rsid w:val="00D4108E"/>
    <w:rsid w:val="00D60E48"/>
    <w:rsid w:val="00D6163D"/>
    <w:rsid w:val="00D634DD"/>
    <w:rsid w:val="00D73D46"/>
    <w:rsid w:val="00D831A3"/>
    <w:rsid w:val="00D908A7"/>
    <w:rsid w:val="00DC1E8D"/>
    <w:rsid w:val="00DC75F3"/>
    <w:rsid w:val="00DD46F3"/>
    <w:rsid w:val="00DE0E89"/>
    <w:rsid w:val="00DE56F2"/>
    <w:rsid w:val="00DF116D"/>
    <w:rsid w:val="00E0112B"/>
    <w:rsid w:val="00E15580"/>
    <w:rsid w:val="00E50FB6"/>
    <w:rsid w:val="00E56FD5"/>
    <w:rsid w:val="00E574E2"/>
    <w:rsid w:val="00E854FA"/>
    <w:rsid w:val="00EA3E12"/>
    <w:rsid w:val="00EB104F"/>
    <w:rsid w:val="00ED14BD"/>
    <w:rsid w:val="00F045EC"/>
    <w:rsid w:val="00F0533E"/>
    <w:rsid w:val="00F1048D"/>
    <w:rsid w:val="00F10671"/>
    <w:rsid w:val="00F11C58"/>
    <w:rsid w:val="00F12DEC"/>
    <w:rsid w:val="00F1715C"/>
    <w:rsid w:val="00F22C3F"/>
    <w:rsid w:val="00F310F8"/>
    <w:rsid w:val="00F35939"/>
    <w:rsid w:val="00F37756"/>
    <w:rsid w:val="00F45607"/>
    <w:rsid w:val="00F5558F"/>
    <w:rsid w:val="00F651AF"/>
    <w:rsid w:val="00F659EB"/>
    <w:rsid w:val="00F848C0"/>
    <w:rsid w:val="00F86BA6"/>
    <w:rsid w:val="00F93535"/>
    <w:rsid w:val="00F972FF"/>
    <w:rsid w:val="00FB44B6"/>
    <w:rsid w:val="00FC6389"/>
    <w:rsid w:val="00FD0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C2820"/>
  <w14:defaultImageDpi w14:val="32767"/>
  <w15:docId w15:val="{DAF1AA75-33BD-42F7-B9D5-135B68301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qFormat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9A29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A292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A292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A292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A2928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E02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7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velJ\Desktop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F4BA879A11E7A43AB5BB0823C68C03F" ma:contentTypeVersion="16" ma:contentTypeDescription="Vytvoří nový dokument" ma:contentTypeScope="" ma:versionID="e6cec9570efb0fbc4f2ff3af6cc0f083">
  <xsd:schema xmlns:xsd="http://www.w3.org/2001/XMLSchema" xmlns:xs="http://www.w3.org/2001/XMLSchema" xmlns:p="http://schemas.microsoft.com/office/2006/metadata/properties" xmlns:ns2="19435ce4-8ce6-4c37-9620-c84bd3b41f8a" xmlns:ns3="203b9040-a825-4fbc-924f-eb73e4ecfc01" targetNamespace="http://schemas.microsoft.com/office/2006/metadata/properties" ma:root="true" ma:fieldsID="f3eeb7f7f0762c42bd2795b99e674cc4" ns2:_="" ns3:_="">
    <xsd:import namespace="19435ce4-8ce6-4c37-9620-c84bd3b41f8a"/>
    <xsd:import namespace="203b9040-a825-4fbc-924f-eb73e4ecfc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35ce4-8ce6-4c37-9620-c84bd3b41f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9528a91f-2e03-4533-9257-29445d84df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3b9040-a825-4fbc-924f-eb73e4ecfc0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e6b8beb-3022-4f9f-b246-f3aa5897c1e9}" ma:internalName="TaxCatchAll" ma:showField="CatchAllData" ma:web="203b9040-a825-4fbc-924f-eb73e4ecfc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lcf76f155ced4ddcb4097134ff3c332f xmlns="19435ce4-8ce6-4c37-9620-c84bd3b41f8a">
      <Terms xmlns="http://schemas.microsoft.com/office/infopath/2007/PartnerControls"/>
    </lcf76f155ced4ddcb4097134ff3c332f>
    <TaxCatchAll xmlns="203b9040-a825-4fbc-924f-eb73e4ecfc0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6831A1-F8CA-425B-A99F-DB8AC55DFE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435ce4-8ce6-4c37-9620-c84bd3b41f8a"/>
    <ds:schemaRef ds:uri="203b9040-a825-4fbc-924f-eb73e4ecfc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4F11B0-F4F7-4461-8860-BFDC343672CA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19435ce4-8ce6-4c37-9620-c84bd3b41f8a"/>
    <ds:schemaRef ds:uri="http://purl.org/dc/dcmitype/"/>
    <ds:schemaRef ds:uri="203b9040-a825-4fbc-924f-eb73e4ecfc01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313C3D0-1AE6-4337-B1B5-6707A82B9B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CCAFB5-83A7-4C3C-BA30-66E9FA703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2</Pages>
  <Words>303</Words>
  <Characters>1789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NovakovaV@spravazeleznic.cz</dc:creator>
  <cp:lastModifiedBy>Burdová Nikola, Mgr. Bc.</cp:lastModifiedBy>
  <cp:revision>2</cp:revision>
  <cp:lastPrinted>2023-03-07T17:05:00Z</cp:lastPrinted>
  <dcterms:created xsi:type="dcterms:W3CDTF">2024-06-05T12:50:00Z</dcterms:created>
  <dcterms:modified xsi:type="dcterms:W3CDTF">2024-06-05T12:50:00Z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0x010100DF4BA879A11E7A43AB5BB0823C68C03F</vt:lpwstr>
  </property>
</Properties>
</file>